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3A73CE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3A73CE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5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5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16E2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16E2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5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00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1105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27D">
        <w:rPr>
          <w:rFonts w:ascii="Corbel" w:hAnsi="Corbel"/>
          <w:sz w:val="24"/>
          <w:szCs w:val="24"/>
        </w:rPr>
        <w:t>Problematyka ćwiczeń audytoryjnych</w:t>
      </w:r>
    </w:p>
    <w:p w:rsidR="00AA027D" w:rsidRPr="00AA027D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dyslalii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5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61DC5" w:rsidRPr="009C54AE" w:rsidRDefault="007E3BA2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EA52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 K. E., Profilaktyka zaburzeń mowy. Przewodnik dla rodziców,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Gunia G., Lechta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Kaczorowska-Bray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Kaczorowska-Bray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Nowak J., Wybrane problemy logopedyczne, Warszawa 1993.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Sachajska E., Uczymy poprawnej wymowy, Warszawa 1992.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Styczek I., Logopedia, Warszawa 1979.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Datkun-Czerniak K. Logopedia. Jak usprawniać mowę dziecka, Warszawa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Kaczmarek L., Nasze dziecko uczy się mówić, Lublin 1982.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84A" w:rsidRDefault="00D0784A" w:rsidP="00C16ABF">
      <w:pPr>
        <w:spacing w:after="0" w:line="240" w:lineRule="auto"/>
      </w:pPr>
      <w:r>
        <w:separator/>
      </w:r>
    </w:p>
  </w:endnote>
  <w:endnote w:type="continuationSeparator" w:id="0">
    <w:p w:rsidR="00D0784A" w:rsidRDefault="00D078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84A" w:rsidRDefault="00D0784A" w:rsidP="00C16ABF">
      <w:pPr>
        <w:spacing w:after="0" w:line="240" w:lineRule="auto"/>
      </w:pPr>
      <w:r>
        <w:separator/>
      </w:r>
    </w:p>
  </w:footnote>
  <w:footnote w:type="continuationSeparator" w:id="0">
    <w:p w:rsidR="00D0784A" w:rsidRDefault="00D078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80A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3CE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30B9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C6F0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77885"/>
    <w:rsid w:val="00693219"/>
    <w:rsid w:val="00696477"/>
    <w:rsid w:val="006B47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259D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ED"/>
    <w:rsid w:val="00D02B25"/>
    <w:rsid w:val="00D02EBA"/>
    <w:rsid w:val="00D0784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12"/>
    <w:rsid w:val="00E51E44"/>
    <w:rsid w:val="00E63348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34BF2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48D7-1034-418A-9D3A-9A003C16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1092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2020-10-14T11:34:00Z</cp:lastPrinted>
  <dcterms:created xsi:type="dcterms:W3CDTF">2019-11-12T14:36:00Z</dcterms:created>
  <dcterms:modified xsi:type="dcterms:W3CDTF">2021-10-04T07:28:00Z</dcterms:modified>
</cp:coreProperties>
</file>